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0674F6" w:rsidTr="00F862D6">
        <w:tc>
          <w:tcPr>
            <w:tcW w:w="1020" w:type="dxa"/>
          </w:tcPr>
          <w:p w:rsidR="000674F6" w:rsidRPr="003E6B9A" w:rsidRDefault="000674F6" w:rsidP="000674F6">
            <w:r w:rsidRPr="003E6B9A">
              <w:t>Naše zn.</w:t>
            </w:r>
          </w:p>
        </w:tc>
        <w:tc>
          <w:tcPr>
            <w:tcW w:w="2552" w:type="dxa"/>
          </w:tcPr>
          <w:p w:rsidR="000674F6" w:rsidRPr="003E6B9A" w:rsidRDefault="00EA13FA" w:rsidP="000674F6">
            <w:r>
              <w:rPr>
                <w:rFonts w:ascii="Helvetica" w:hAnsi="Helvetica"/>
              </w:rPr>
              <w:t>5359</w:t>
            </w:r>
            <w:r w:rsidR="000674F6" w:rsidRPr="00C24C51">
              <w:rPr>
                <w:rFonts w:ascii="Helvetica" w:hAnsi="Helvetica"/>
              </w:rPr>
              <w:t>/2023-SŽ-SSV-Ú3</w:t>
            </w:r>
          </w:p>
        </w:tc>
        <w:tc>
          <w:tcPr>
            <w:tcW w:w="823" w:type="dxa"/>
          </w:tcPr>
          <w:p w:rsidR="000674F6" w:rsidRDefault="000674F6" w:rsidP="000674F6"/>
        </w:tc>
        <w:tc>
          <w:tcPr>
            <w:tcW w:w="3685" w:type="dxa"/>
            <w:vMerge/>
          </w:tcPr>
          <w:p w:rsidR="000674F6" w:rsidRDefault="000674F6" w:rsidP="000674F6"/>
        </w:tc>
      </w:tr>
      <w:tr w:rsidR="000674F6" w:rsidTr="00F862D6">
        <w:tc>
          <w:tcPr>
            <w:tcW w:w="1020" w:type="dxa"/>
          </w:tcPr>
          <w:p w:rsidR="000674F6" w:rsidRPr="004E4F2F" w:rsidRDefault="000674F6" w:rsidP="000674F6">
            <w:r w:rsidRPr="004E4F2F">
              <w:t>Listů/příloh</w:t>
            </w:r>
          </w:p>
        </w:tc>
        <w:tc>
          <w:tcPr>
            <w:tcW w:w="2552" w:type="dxa"/>
          </w:tcPr>
          <w:p w:rsidR="000674F6" w:rsidRPr="004E4F2F" w:rsidRDefault="000674F6" w:rsidP="000674F6">
            <w:r>
              <w:t>1</w:t>
            </w:r>
            <w:r w:rsidRPr="004E4F2F">
              <w:t>/</w:t>
            </w:r>
            <w:r>
              <w:t>0</w:t>
            </w:r>
          </w:p>
        </w:tc>
        <w:tc>
          <w:tcPr>
            <w:tcW w:w="823" w:type="dxa"/>
          </w:tcPr>
          <w:p w:rsidR="000674F6" w:rsidRDefault="000674F6" w:rsidP="000674F6"/>
        </w:tc>
        <w:tc>
          <w:tcPr>
            <w:tcW w:w="3685" w:type="dxa"/>
            <w:vMerge/>
          </w:tcPr>
          <w:p w:rsidR="000674F6" w:rsidRDefault="000674F6" w:rsidP="000674F6">
            <w:pPr>
              <w:rPr>
                <w:noProof/>
              </w:rPr>
            </w:pPr>
          </w:p>
        </w:tc>
      </w:tr>
      <w:tr w:rsidR="000674F6" w:rsidTr="00B23CA3">
        <w:trPr>
          <w:trHeight w:val="77"/>
        </w:trPr>
        <w:tc>
          <w:tcPr>
            <w:tcW w:w="1020" w:type="dxa"/>
          </w:tcPr>
          <w:p w:rsidR="000674F6" w:rsidRDefault="000674F6" w:rsidP="000674F6"/>
        </w:tc>
        <w:tc>
          <w:tcPr>
            <w:tcW w:w="2552" w:type="dxa"/>
          </w:tcPr>
          <w:p w:rsidR="000674F6" w:rsidRPr="003E6B9A" w:rsidRDefault="000674F6" w:rsidP="000674F6"/>
        </w:tc>
        <w:tc>
          <w:tcPr>
            <w:tcW w:w="823" w:type="dxa"/>
          </w:tcPr>
          <w:p w:rsidR="000674F6" w:rsidRDefault="000674F6" w:rsidP="000674F6"/>
        </w:tc>
        <w:tc>
          <w:tcPr>
            <w:tcW w:w="3685" w:type="dxa"/>
            <w:vMerge/>
          </w:tcPr>
          <w:p w:rsidR="000674F6" w:rsidRDefault="000674F6" w:rsidP="000674F6"/>
        </w:tc>
      </w:tr>
      <w:tr w:rsidR="000674F6" w:rsidTr="00F862D6">
        <w:tc>
          <w:tcPr>
            <w:tcW w:w="1020" w:type="dxa"/>
          </w:tcPr>
          <w:p w:rsidR="000674F6" w:rsidRDefault="000674F6" w:rsidP="000674F6">
            <w:r>
              <w:t>Vyřizuje</w:t>
            </w:r>
          </w:p>
        </w:tc>
        <w:tc>
          <w:tcPr>
            <w:tcW w:w="2552" w:type="dxa"/>
          </w:tcPr>
          <w:p w:rsidR="000674F6" w:rsidRPr="003E6B9A" w:rsidRDefault="000674F6" w:rsidP="000674F6">
            <w:r>
              <w:t>JUDr. Jaroslav Klimeš</w:t>
            </w:r>
          </w:p>
        </w:tc>
        <w:tc>
          <w:tcPr>
            <w:tcW w:w="823" w:type="dxa"/>
          </w:tcPr>
          <w:p w:rsidR="000674F6" w:rsidRDefault="000674F6" w:rsidP="000674F6"/>
        </w:tc>
        <w:tc>
          <w:tcPr>
            <w:tcW w:w="3685" w:type="dxa"/>
            <w:vMerge/>
          </w:tcPr>
          <w:p w:rsidR="000674F6" w:rsidRDefault="000674F6" w:rsidP="000674F6"/>
        </w:tc>
      </w:tr>
      <w:tr w:rsidR="000674F6" w:rsidTr="00F862D6">
        <w:tc>
          <w:tcPr>
            <w:tcW w:w="1020" w:type="dxa"/>
          </w:tcPr>
          <w:p w:rsidR="000674F6" w:rsidRDefault="000674F6" w:rsidP="000674F6"/>
        </w:tc>
        <w:tc>
          <w:tcPr>
            <w:tcW w:w="2552" w:type="dxa"/>
          </w:tcPr>
          <w:p w:rsidR="000674F6" w:rsidRPr="003E6B9A" w:rsidRDefault="000674F6" w:rsidP="000674F6"/>
        </w:tc>
        <w:tc>
          <w:tcPr>
            <w:tcW w:w="823" w:type="dxa"/>
          </w:tcPr>
          <w:p w:rsidR="000674F6" w:rsidRDefault="000674F6" w:rsidP="000674F6"/>
        </w:tc>
        <w:tc>
          <w:tcPr>
            <w:tcW w:w="3685" w:type="dxa"/>
            <w:vMerge/>
          </w:tcPr>
          <w:p w:rsidR="000674F6" w:rsidRDefault="000674F6" w:rsidP="000674F6"/>
        </w:tc>
      </w:tr>
      <w:tr w:rsidR="000674F6" w:rsidTr="00F862D6">
        <w:tc>
          <w:tcPr>
            <w:tcW w:w="1020" w:type="dxa"/>
          </w:tcPr>
          <w:p w:rsidR="000674F6" w:rsidRDefault="000674F6" w:rsidP="000674F6">
            <w:r>
              <w:t>Mobil</w:t>
            </w:r>
          </w:p>
        </w:tc>
        <w:tc>
          <w:tcPr>
            <w:tcW w:w="2552" w:type="dxa"/>
          </w:tcPr>
          <w:p w:rsidR="000674F6" w:rsidRPr="003E6B9A" w:rsidRDefault="000674F6" w:rsidP="000674F6">
            <w:r>
              <w:t>+420 722 819 305</w:t>
            </w:r>
          </w:p>
        </w:tc>
        <w:tc>
          <w:tcPr>
            <w:tcW w:w="823" w:type="dxa"/>
          </w:tcPr>
          <w:p w:rsidR="000674F6" w:rsidRDefault="000674F6" w:rsidP="000674F6"/>
        </w:tc>
        <w:tc>
          <w:tcPr>
            <w:tcW w:w="3685" w:type="dxa"/>
            <w:vMerge/>
          </w:tcPr>
          <w:p w:rsidR="000674F6" w:rsidRDefault="000674F6" w:rsidP="000674F6"/>
        </w:tc>
      </w:tr>
      <w:tr w:rsidR="000674F6" w:rsidTr="00F862D6">
        <w:tc>
          <w:tcPr>
            <w:tcW w:w="1020" w:type="dxa"/>
          </w:tcPr>
          <w:p w:rsidR="000674F6" w:rsidRDefault="000674F6" w:rsidP="000674F6">
            <w:r>
              <w:t>E-mail</w:t>
            </w:r>
          </w:p>
        </w:tc>
        <w:tc>
          <w:tcPr>
            <w:tcW w:w="2552" w:type="dxa"/>
          </w:tcPr>
          <w:p w:rsidR="000674F6" w:rsidRPr="003E6B9A" w:rsidRDefault="000674F6" w:rsidP="000674F6">
            <w:r>
              <w:t>KlimesJa@spravazeleznic</w:t>
            </w:r>
            <w:r w:rsidRPr="0099494D">
              <w:t>.cz</w:t>
            </w:r>
          </w:p>
        </w:tc>
        <w:tc>
          <w:tcPr>
            <w:tcW w:w="823" w:type="dxa"/>
          </w:tcPr>
          <w:p w:rsidR="000674F6" w:rsidRDefault="000674F6" w:rsidP="000674F6"/>
        </w:tc>
        <w:tc>
          <w:tcPr>
            <w:tcW w:w="3685" w:type="dxa"/>
            <w:vMerge/>
          </w:tcPr>
          <w:p w:rsidR="000674F6" w:rsidRDefault="000674F6" w:rsidP="000674F6"/>
        </w:tc>
      </w:tr>
      <w:tr w:rsidR="000674F6" w:rsidTr="00F862D6">
        <w:tc>
          <w:tcPr>
            <w:tcW w:w="1020" w:type="dxa"/>
          </w:tcPr>
          <w:p w:rsidR="000674F6" w:rsidRDefault="000674F6" w:rsidP="000674F6"/>
        </w:tc>
        <w:tc>
          <w:tcPr>
            <w:tcW w:w="2552" w:type="dxa"/>
          </w:tcPr>
          <w:p w:rsidR="000674F6" w:rsidRPr="003E6B9A" w:rsidRDefault="000674F6" w:rsidP="000674F6"/>
        </w:tc>
        <w:tc>
          <w:tcPr>
            <w:tcW w:w="823" w:type="dxa"/>
          </w:tcPr>
          <w:p w:rsidR="000674F6" w:rsidRDefault="000674F6" w:rsidP="000674F6"/>
        </w:tc>
        <w:tc>
          <w:tcPr>
            <w:tcW w:w="3685" w:type="dxa"/>
          </w:tcPr>
          <w:p w:rsidR="000674F6" w:rsidRDefault="000674F6" w:rsidP="000674F6"/>
        </w:tc>
      </w:tr>
      <w:tr w:rsidR="000674F6" w:rsidTr="00F862D6">
        <w:tc>
          <w:tcPr>
            <w:tcW w:w="1020" w:type="dxa"/>
          </w:tcPr>
          <w:p w:rsidR="000674F6" w:rsidRDefault="000674F6" w:rsidP="000674F6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0674F6" w:rsidRPr="003E6B9A" w:rsidRDefault="000674F6" w:rsidP="000674F6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B2FD4">
              <w:rPr>
                <w:noProof/>
              </w:rPr>
              <w:t>17. května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0674F6" w:rsidRDefault="000674F6" w:rsidP="000674F6"/>
        </w:tc>
        <w:tc>
          <w:tcPr>
            <w:tcW w:w="3685" w:type="dxa"/>
          </w:tcPr>
          <w:p w:rsidR="000674F6" w:rsidRDefault="000674F6" w:rsidP="000674F6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9228C2" w:rsidRDefault="00CB7B5A" w:rsidP="009228C2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28C2" w:rsidRPr="00D851F6">
        <w:rPr>
          <w:rFonts w:eastAsia="Calibri" w:cs="Times New Roman"/>
          <w:b/>
          <w:lang w:eastAsia="cs-CZ"/>
        </w:rPr>
        <w:t>Rekonstrukce a doplnění závor na přejezdu v km 26,979 (P4849) trati Teplice nad Metují – Trutnov střed</w:t>
      </w:r>
    </w:p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228C2">
        <w:rPr>
          <w:rFonts w:eastAsia="Calibri" w:cs="Times New Roman"/>
          <w:lang w:eastAsia="cs-CZ"/>
        </w:rPr>
        <w:t xml:space="preserve">Vysvětlení/ změna/ doplnění zadávací dokumentace č. </w:t>
      </w:r>
      <w:r w:rsidR="00BD4578">
        <w:rPr>
          <w:rFonts w:eastAsia="Calibri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228C2" w:rsidRPr="00CB7B5A" w:rsidRDefault="007B2FD4" w:rsidP="009228C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</w:t>
      </w:r>
      <w:bookmarkStart w:id="1" w:name="_GoBack"/>
      <w:bookmarkEnd w:id="1"/>
      <w:r w:rsidR="009228C2" w:rsidRPr="00CB7B5A">
        <w:rPr>
          <w:rFonts w:eastAsia="Calibri" w:cs="Times New Roman"/>
          <w:b/>
          <w:lang w:eastAsia="cs-CZ"/>
        </w:rPr>
        <w:t>:</w:t>
      </w:r>
    </w:p>
    <w:p w:rsidR="009228C2" w:rsidRDefault="00BD4578" w:rsidP="009228C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4578">
        <w:rPr>
          <w:rFonts w:eastAsia="Calibri" w:cs="Times New Roman"/>
          <w:lang w:eastAsia="cs-CZ"/>
        </w:rPr>
        <w:t>V Rekapitulaci ceny je uveden SO 90-90 Likvidace odpadů včetně dopravy, tento výkaz výměr k nacenění v soupisu prací ale chybí. Namísto toho je zde SO 98-98 Všeobecný objekt, který však není uveden v Rekapitulaci ceny. Prosíme tedy o vysvětlení a případné doplnění.</w:t>
      </w:r>
    </w:p>
    <w:p w:rsidR="009228C2" w:rsidRPr="00CB7B5A" w:rsidRDefault="009228C2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154F1" w:rsidRPr="00664420" w:rsidRDefault="00CB7B5A" w:rsidP="00BD4578">
      <w:pPr>
        <w:spacing w:after="0" w:line="240" w:lineRule="auto"/>
        <w:rPr>
          <w:rFonts w:eastAsia="Calibri" w:cs="Times New Roman"/>
          <w:b/>
          <w:lang w:eastAsia="cs-CZ"/>
        </w:rPr>
      </w:pPr>
      <w:r w:rsidRPr="00664420">
        <w:rPr>
          <w:rFonts w:eastAsia="Calibri" w:cs="Times New Roman"/>
          <w:b/>
          <w:lang w:eastAsia="cs-CZ"/>
        </w:rPr>
        <w:t xml:space="preserve">Odpověď: </w:t>
      </w:r>
      <w:r w:rsidR="00BD4578" w:rsidRPr="00664420">
        <w:rPr>
          <w:rFonts w:eastAsia="Calibri" w:cs="Times New Roman"/>
          <w:b/>
          <w:lang w:eastAsia="cs-CZ"/>
        </w:rPr>
        <w:t xml:space="preserve"> </w:t>
      </w:r>
      <w:r w:rsidR="00BD4578" w:rsidRPr="00664420">
        <w:rPr>
          <w:rFonts w:eastAsia="Times New Roman" w:cs="Times New Roman"/>
          <w:bCs/>
          <w:lang w:eastAsia="cs-CZ"/>
        </w:rPr>
        <w:t>O</w:t>
      </w:r>
      <w:r w:rsidR="00664420">
        <w:rPr>
          <w:rFonts w:eastAsia="Times New Roman" w:cs="Times New Roman"/>
          <w:bCs/>
          <w:lang w:eastAsia="cs-CZ"/>
        </w:rPr>
        <w:t>praven soubor Rekapitulace ceny – viz příloha.</w:t>
      </w:r>
    </w:p>
    <w:p w:rsidR="00B154F1" w:rsidRPr="00664420" w:rsidRDefault="00B154F1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B7B5A" w:rsidRPr="00B154F1" w:rsidRDefault="00664420" w:rsidP="00CB7B5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664420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  <w:r w:rsidR="00CB7B5A" w:rsidRPr="00B154F1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154F1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B154F1" w:rsidRDefault="00B154F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B4861" w:rsidRDefault="00BB486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B4861" w:rsidRDefault="00BB486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Příloha: </w:t>
      </w:r>
      <w:r w:rsidRPr="00BB4861">
        <w:rPr>
          <w:rFonts w:eastAsia="Calibri" w:cs="Times New Roman"/>
          <w:lang w:eastAsia="cs-CZ"/>
        </w:rPr>
        <w:t>P4849-Všeobecné položky_Rekapitulace ceny</w:t>
      </w:r>
    </w:p>
    <w:p w:rsidR="00BB4861" w:rsidRDefault="00BB486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64420" w:rsidRDefault="00664420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64420" w:rsidRPr="00CB7B5A" w:rsidRDefault="00664420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B154F1" w:rsidRDefault="00B154F1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B154F1" w:rsidRDefault="00B154F1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02E52" w:rsidRDefault="00C02E52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B154F1" w:rsidRPr="00CB7B5A" w:rsidRDefault="00B154F1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54F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B2F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AFE4FC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59F0D6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B2F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B2F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DC0E29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52A0D2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C4187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674F6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64420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2FD4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228C2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278CB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4F1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B4861"/>
    <w:rsid w:val="00BD4578"/>
    <w:rsid w:val="00BD7E91"/>
    <w:rsid w:val="00BF374D"/>
    <w:rsid w:val="00C02D0A"/>
    <w:rsid w:val="00C02E52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A13FA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46F73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E4DBA27"/>
  <w14:defaultImageDpi w14:val="32767"/>
  <w15:docId w15:val="{B8502720-1D62-4437-AA7F-92A389E92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qFormat/>
    <w:rsid w:val="00B154F1"/>
    <w:pPr>
      <w:numPr>
        <w:numId w:val="7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B154F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B154F1"/>
    <w:pPr>
      <w:numPr>
        <w:ilvl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18C4EE6-3DE7-4998-9626-80E6529E0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58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17</cp:revision>
  <cp:lastPrinted>2023-05-17T11:46:00Z</cp:lastPrinted>
  <dcterms:created xsi:type="dcterms:W3CDTF">2020-01-24T12:53:00Z</dcterms:created>
  <dcterms:modified xsi:type="dcterms:W3CDTF">2023-05-17T11:47:00Z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